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322D4" w14:textId="4A2628FD" w:rsidR="00703EE5" w:rsidRDefault="0024126C" w:rsidP="00912661">
      <w:pPr>
        <w:spacing w:after="0"/>
        <w:rPr>
          <w:lang w:val="de-DE"/>
        </w:rPr>
      </w:pPr>
      <w:r>
        <w:rPr>
          <w:lang w:val="de-DE"/>
        </w:rPr>
        <w:t>Dummy</w:t>
      </w:r>
    </w:p>
    <w:p w14:paraId="5E633E41" w14:textId="440A218B" w:rsidR="0024126C" w:rsidRDefault="00D85333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F949B" wp14:editId="24D054F4">
                <wp:simplePos x="0" y="0"/>
                <wp:positionH relativeFrom="column">
                  <wp:posOffset>657860</wp:posOffset>
                </wp:positionH>
                <wp:positionV relativeFrom="paragraph">
                  <wp:posOffset>366395</wp:posOffset>
                </wp:positionV>
                <wp:extent cx="1952625" cy="819150"/>
                <wp:effectExtent l="0" t="0" r="9525" b="0"/>
                <wp:wrapTopAndBottom/>
                <wp:docPr id="1" name="Linear21de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C3EDF" w14:textId="619037F7" w:rsidR="0024126C" w:rsidRPr="00D85333" w:rsidRDefault="0024126C" w:rsidP="0024126C">
                            <w:pPr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96"/>
                                <w:szCs w:val="96"/>
                                <w:lang w:val="de-DE"/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100000">
                                        <w14:schemeClr w14:val="accent6"/>
                                      </w14:gs>
                                    </w14:gsLst>
                                    <w14:lin w14:ang="1260000" w14:scaled="0"/>
                                  </w14:gradFill>
                                </w14:textFill>
                              </w:rPr>
                            </w:pPr>
                            <w:r w:rsidRPr="00D85333"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96"/>
                                <w:szCs w:val="96"/>
                                <w:lang w:val="de-DE"/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100000">
                                        <w14:schemeClr w14:val="accent6"/>
                                      </w14:gs>
                                    </w14:gsLst>
                                    <w14:lin w14:ang="1260000" w14:scaled="0"/>
                                  </w14:gradFill>
                                </w14:textFill>
                              </w:rPr>
                              <w:t>Happy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CurveDown">
                          <a:avLst>
                            <a:gd name="adj" fmla="val 5633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F949B" id="Linear21deg" o:spid="_x0000_s1026" style="position:absolute;margin-left:51.8pt;margin-top:28.85pt;width:153.7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" filled="f" stroked="f" strokeweight="2pt">
                <v:textbox inset="0,0,0,0">
                  <w:txbxContent>
                    <w:p w14:paraId="3D0C3EDF" w14:textId="619037F7" w:rsidR="0024126C" w:rsidRPr="00D85333" w:rsidRDefault="0024126C" w:rsidP="0024126C">
                      <w:pPr>
                        <w:jc w:val="center"/>
                        <w:rPr>
                          <w:rFonts w:ascii="Liberation Sans" w:hAnsi="Liberation Sans" w:cs="Liberation Sans"/>
                          <w:b/>
                          <w:bCs/>
                          <w:sz w:val="96"/>
                          <w:szCs w:val="96"/>
                          <w:lang w:val="de-DE"/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100000">
                                  <w14:schemeClr w14:val="accent6"/>
                                </w14:gs>
                              </w14:gsLst>
                              <w14:lin w14:ang="1260000" w14:scaled="0"/>
                            </w14:gradFill>
                          </w14:textFill>
                        </w:rPr>
                      </w:pPr>
                      <w:r w:rsidRPr="00D85333">
                        <w:rPr>
                          <w:rFonts w:ascii="Liberation Sans" w:hAnsi="Liberation Sans" w:cs="Liberation Sans"/>
                          <w:b/>
                          <w:bCs/>
                          <w:sz w:val="96"/>
                          <w:szCs w:val="96"/>
                          <w:lang w:val="de-DE"/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100000">
                                  <w14:schemeClr w14:val="accent6"/>
                                </w14:gs>
                              </w14:gsLst>
                              <w14:lin w14:ang="1260000" w14:scaled="0"/>
                            </w14:gradFill>
                          </w14:textFill>
                        </w:rPr>
                        <w:t>Happy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C52D594" w14:textId="1E126DC7" w:rsidR="0024126C" w:rsidRDefault="0024126C" w:rsidP="00912661">
      <w:pPr>
        <w:spacing w:after="0"/>
        <w:rPr>
          <w:lang w:val="de-DE"/>
        </w:rPr>
      </w:pPr>
    </w:p>
    <w:p w14:paraId="71033F0D" w14:textId="135C4D12" w:rsidR="00D85333" w:rsidRDefault="00D85333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2E440F" wp14:editId="38E60153">
                <wp:simplePos x="0" y="0"/>
                <wp:positionH relativeFrom="column">
                  <wp:posOffset>676910</wp:posOffset>
                </wp:positionH>
                <wp:positionV relativeFrom="paragraph">
                  <wp:posOffset>337185</wp:posOffset>
                </wp:positionV>
                <wp:extent cx="1952625" cy="819150"/>
                <wp:effectExtent l="0" t="0" r="9525" b="0"/>
                <wp:wrapTopAndBottom/>
                <wp:docPr id="2" name="Radial60perc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C02FA4" w14:textId="77777777" w:rsidR="0024126C" w:rsidRPr="005137A2" w:rsidRDefault="0024126C" w:rsidP="0024126C">
                            <w:pPr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96"/>
                                <w:szCs w:val="96"/>
                                <w:lang w:val="de-DE"/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60000">
                                        <w14:schemeClr w14:val="accent6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5137A2"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96"/>
                                <w:szCs w:val="96"/>
                                <w:lang w:val="de-DE"/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60000">
                                        <w14:schemeClr w14:val="accent6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Happy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CurveDown">
                          <a:avLst>
                            <a:gd name="adj" fmla="val 5633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E440F" id="Radial60perc" o:spid="_x0000_s1027" style="position:absolute;margin-left:53.3pt;margin-top:26.55pt;width:153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" filled="f" stroked="f" strokeweight="2pt">
                <v:textbox inset="0,0,0,0">
                  <w:txbxContent>
                    <w:p w14:paraId="29C02FA4" w14:textId="77777777" w:rsidR="0024126C" w:rsidRPr="005137A2" w:rsidRDefault="0024126C" w:rsidP="0024126C">
                      <w:pPr>
                        <w:jc w:val="center"/>
                        <w:rPr>
                          <w:rFonts w:ascii="Liberation Sans" w:hAnsi="Liberation Sans" w:cs="Liberation Sans"/>
                          <w:b/>
                          <w:bCs/>
                          <w:sz w:val="96"/>
                          <w:szCs w:val="96"/>
                          <w:lang w:val="de-DE"/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60000">
                                  <w14:schemeClr w14:val="accent6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5137A2">
                        <w:rPr>
                          <w:rFonts w:ascii="Liberation Sans" w:hAnsi="Liberation Sans" w:cs="Liberation Sans"/>
                          <w:b/>
                          <w:bCs/>
                          <w:sz w:val="96"/>
                          <w:szCs w:val="96"/>
                          <w:lang w:val="de-DE"/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60000">
                                  <w14:schemeClr w14:val="accent6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Happy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23C25C07" w14:textId="77777777" w:rsidR="00D85333" w:rsidRDefault="00D85333" w:rsidP="00912661">
      <w:pPr>
        <w:spacing w:after="0"/>
        <w:rPr>
          <w:lang w:val="de-DE"/>
        </w:rPr>
      </w:pPr>
    </w:p>
    <w:p w14:paraId="773790F0" w14:textId="6A3F919E" w:rsidR="0024126C" w:rsidRPr="0024126C" w:rsidRDefault="0024126C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82B28B" wp14:editId="7DE79903">
                <wp:simplePos x="0" y="0"/>
                <wp:positionH relativeFrom="column">
                  <wp:posOffset>657225</wp:posOffset>
                </wp:positionH>
                <wp:positionV relativeFrom="paragraph">
                  <wp:posOffset>561340</wp:posOffset>
                </wp:positionV>
                <wp:extent cx="1952625" cy="819150"/>
                <wp:effectExtent l="0" t="0" r="9525" b="0"/>
                <wp:wrapTopAndBottom/>
                <wp:docPr id="3" name="RectangularBottomRigh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08CE1" w14:textId="77777777" w:rsidR="0024126C" w:rsidRPr="005137A2" w:rsidRDefault="0024126C" w:rsidP="0024126C">
                            <w:pPr>
                              <w:jc w:val="center"/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96"/>
                                <w:szCs w:val="96"/>
                                <w:lang w:val="de-DE"/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100000">
                                        <w14:schemeClr w14:val="accent6"/>
                                      </w14:gs>
                                    </w14:gsLst>
                                    <w14:path w14:path="rect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</w:pPr>
                            <w:r w:rsidRPr="005137A2">
                              <w:rPr>
                                <w:rFonts w:ascii="Liberation Sans" w:hAnsi="Liberation Sans" w:cs="Liberation Sans"/>
                                <w:b/>
                                <w:bCs/>
                                <w:sz w:val="96"/>
                                <w:szCs w:val="96"/>
                                <w:lang w:val="de-DE"/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100000">
                                        <w14:schemeClr w14:val="accent6"/>
                                      </w14:gs>
                                    </w14:gsLst>
                                    <w14:path w14:path="rect">
                                      <w14:fillToRect w14:l="100000" w14:t="100000" w14:r="0" w14:b="0"/>
                                    </w14:path>
                                  </w14:gradFill>
                                </w14:textFill>
                              </w:rPr>
                              <w:t>Happy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CurveDown">
                          <a:avLst>
                            <a:gd name="adj" fmla="val 56338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2B28B" id="RectangularBottomRight" o:spid="_x0000_s1028" style="position:absolute;margin-left:51.75pt;margin-top:44.2pt;width:153.75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" filled="f" stroked="f" strokeweight="2pt">
                <v:textbox inset="0,0,0,0">
                  <w:txbxContent>
                    <w:p w14:paraId="4A708CE1" w14:textId="77777777" w:rsidR="0024126C" w:rsidRPr="005137A2" w:rsidRDefault="0024126C" w:rsidP="0024126C">
                      <w:pPr>
                        <w:jc w:val="center"/>
                        <w:rPr>
                          <w:rFonts w:ascii="Liberation Sans" w:hAnsi="Liberation Sans" w:cs="Liberation Sans"/>
                          <w:b/>
                          <w:bCs/>
                          <w:sz w:val="96"/>
                          <w:szCs w:val="96"/>
                          <w:lang w:val="de-DE"/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100000">
                                  <w14:schemeClr w14:val="accent6"/>
                                </w14:gs>
                              </w14:gsLst>
                              <w14:path w14:path="rect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</w:pPr>
                      <w:r w:rsidRPr="005137A2">
                        <w:rPr>
                          <w:rFonts w:ascii="Liberation Sans" w:hAnsi="Liberation Sans" w:cs="Liberation Sans"/>
                          <w:b/>
                          <w:bCs/>
                          <w:sz w:val="96"/>
                          <w:szCs w:val="96"/>
                          <w:lang w:val="de-DE"/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100000">
                                  <w14:schemeClr w14:val="accent6"/>
                                </w14:gs>
                              </w14:gsLst>
                              <w14:path w14:path="rect">
                                <w14:fillToRect w14:l="100000" w14:t="100000" w14:r="0" w14:b="0"/>
                              </w14:path>
                            </w14:gradFill>
                          </w14:textFill>
                        </w:rPr>
                        <w:t>Happy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sectPr w:rsidR="0024126C" w:rsidRPr="0024126C" w:rsidSect="00D85333">
      <w:pgSz w:w="5954" w:h="8392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6C"/>
    <w:rsid w:val="000C1ECD"/>
    <w:rsid w:val="0024126C"/>
    <w:rsid w:val="00321565"/>
    <w:rsid w:val="00326855"/>
    <w:rsid w:val="004E38BB"/>
    <w:rsid w:val="005137A2"/>
    <w:rsid w:val="005702D9"/>
    <w:rsid w:val="0062363A"/>
    <w:rsid w:val="007257C4"/>
    <w:rsid w:val="0087728C"/>
    <w:rsid w:val="00912661"/>
    <w:rsid w:val="00936920"/>
    <w:rsid w:val="00AB7264"/>
    <w:rsid w:val="00B1519E"/>
    <w:rsid w:val="00B8751E"/>
    <w:rsid w:val="00BB620D"/>
    <w:rsid w:val="00BD6080"/>
    <w:rsid w:val="00C26373"/>
    <w:rsid w:val="00D8533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7D959"/>
  <w14:discardImageEditingData/>
  <w14:defaultImageDpi w14:val="32767"/>
  <w15:chartTrackingRefBased/>
  <w15:docId w15:val="{4298F7C8-6DD8-4DB0-B49E-F18B394B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26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2022-12-20T18:11:00Z</dcterms:created>
  <dcterms:modified xsi:type="dcterms:W3CDTF">2022-12-20T23:54:00Z</dcterms:modified>
</cp:coreProperties>
</file>